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F8A78D4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B349E">
        <w:rPr>
          <w:rStyle w:val="Strong"/>
          <w:rFonts w:asciiTheme="minorHAnsi" w:hAnsiTheme="minorHAnsi" w:cstheme="minorHAnsi"/>
          <w:lang w:val="en-GB"/>
        </w:rPr>
        <w:t>23-G007-22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13A593F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{Procurement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D85E1B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5"/>
        <w:gridCol w:w="1906"/>
        <w:gridCol w:w="2192"/>
      </w:tblGrid>
      <w:tr w:rsidR="00B0293A" w:rsidRPr="00A33618" w14:paraId="07FCC147" w14:textId="77777777" w:rsidTr="006E4AA5">
        <w:tc>
          <w:tcPr>
            <w:tcW w:w="5035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1906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6E4AA5">
        <w:tc>
          <w:tcPr>
            <w:tcW w:w="5035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1906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F6D91F7" w:rsidR="00B0293A" w:rsidRPr="00532E97" w:rsidRDefault="00037B2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27-07-22</w:t>
            </w:r>
          </w:p>
        </w:tc>
      </w:tr>
      <w:tr w:rsidR="006E4AA5" w:rsidRPr="00A33618" w14:paraId="25C9A748" w14:textId="77777777" w:rsidTr="006E4AA5">
        <w:trPr>
          <w:trHeight w:val="348"/>
        </w:trPr>
        <w:tc>
          <w:tcPr>
            <w:tcW w:w="5035" w:type="dxa"/>
            <w:shd w:val="clear" w:color="auto" w:fill="auto"/>
          </w:tcPr>
          <w:p w14:paraId="5D5002D4" w14:textId="4EFC7180" w:rsidR="006E4AA5" w:rsidRPr="00B0293A" w:rsidRDefault="006E4AA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Specification Presentation/Pre-Bid Meeting</w:t>
            </w:r>
          </w:p>
        </w:tc>
        <w:tc>
          <w:tcPr>
            <w:tcW w:w="1906" w:type="dxa"/>
            <w:shd w:val="clear" w:color="auto" w:fill="auto"/>
          </w:tcPr>
          <w:p w14:paraId="61897A1F" w14:textId="3494D7F2" w:rsidR="006E4AA5" w:rsidRPr="00251A4B" w:rsidRDefault="00801069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 xml:space="preserve">Procuring </w:t>
            </w:r>
            <w:r w:rsidR="006E4AA5">
              <w:rPr>
                <w:rFonts w:ascii="Calibri" w:hAnsi="Calibri" w:cs="Calibri"/>
                <w:kern w:val="2"/>
                <w:lang w:eastAsia="ko-KR"/>
              </w:rPr>
              <w:t>Entiry &amp; Tenderers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21EE1CF" w14:textId="22360E35" w:rsidR="006E4AA5" w:rsidRDefault="00037B2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01-08-22</w:t>
            </w:r>
          </w:p>
        </w:tc>
      </w:tr>
      <w:tr w:rsidR="00B0293A" w:rsidRPr="00A33618" w14:paraId="4D9567D4" w14:textId="77777777" w:rsidTr="006E4AA5">
        <w:tc>
          <w:tcPr>
            <w:tcW w:w="5035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1906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33C9017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801069">
              <w:rPr>
                <w:rFonts w:ascii="Calibri" w:hAnsi="Calibri"/>
                <w:szCs w:val="20"/>
                <w:highlight w:val="yellow"/>
              </w:rPr>
              <w:t>27-08-22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6E4AA5">
        <w:tc>
          <w:tcPr>
            <w:tcW w:w="5035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1906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B7F919F" w:rsidR="00B0293A" w:rsidRPr="00251A4B" w:rsidRDefault="00CA757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8B349E">
              <w:rPr>
                <w:rFonts w:ascii="Calibri" w:hAnsi="Calibri"/>
                <w:szCs w:val="20"/>
              </w:rPr>
              <w:t>-08-22</w:t>
            </w:r>
          </w:p>
        </w:tc>
      </w:tr>
      <w:tr w:rsidR="00B0293A" w:rsidRPr="00A33618" w14:paraId="3D3C37BA" w14:textId="77777777" w:rsidTr="006E4AA5">
        <w:tc>
          <w:tcPr>
            <w:tcW w:w="5035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1906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CB3FFE4" w:rsidR="00B0293A" w:rsidRPr="00CB6DDC" w:rsidRDefault="0010075E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02</w:t>
            </w:r>
            <w:r w:rsidR="008B349E">
              <w:rPr>
                <w:rFonts w:ascii="Calibri" w:hAnsi="Calibri"/>
                <w:szCs w:val="20"/>
                <w:highlight w:val="yellow"/>
              </w:rPr>
              <w:t>-0</w:t>
            </w:r>
            <w:r>
              <w:rPr>
                <w:rFonts w:ascii="Calibri" w:hAnsi="Calibri"/>
                <w:szCs w:val="20"/>
                <w:highlight w:val="yellow"/>
              </w:rPr>
              <w:t>9</w:t>
            </w:r>
            <w:r w:rsidR="008B349E">
              <w:rPr>
                <w:rFonts w:ascii="Calibri" w:hAnsi="Calibri"/>
                <w:szCs w:val="20"/>
                <w:highlight w:val="yellow"/>
              </w:rPr>
              <w:t>-22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037B2B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6E4AA5">
        <w:tc>
          <w:tcPr>
            <w:tcW w:w="5035" w:type="dxa"/>
            <w:shd w:val="clear" w:color="auto" w:fill="auto"/>
          </w:tcPr>
          <w:p w14:paraId="26733970" w14:textId="76DFB9E7" w:rsidR="00B0293A" w:rsidRPr="006E4A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6E4AA5">
              <w:rPr>
                <w:rFonts w:cs="Calibri"/>
                <w:sz w:val="24"/>
                <w:szCs w:val="24"/>
                <w:highlight w:val="yellow"/>
              </w:rPr>
              <w:t>Evaluation finalized</w:t>
            </w:r>
            <w:r w:rsidR="008D3DA3" w:rsidRPr="006E4AA5">
              <w:rPr>
                <w:rFonts w:cs="Calibri"/>
                <w:sz w:val="24"/>
                <w:szCs w:val="24"/>
                <w:highlight w:val="yellow"/>
              </w:rPr>
              <w:t xml:space="preserve"> &amp; Submission of Samples</w:t>
            </w:r>
          </w:p>
        </w:tc>
        <w:tc>
          <w:tcPr>
            <w:tcW w:w="1906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45D728A" w:rsidR="00B0293A" w:rsidRPr="00532E97" w:rsidRDefault="00CA757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A60A78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-09</w:t>
            </w:r>
            <w:r w:rsidR="006B1137">
              <w:rPr>
                <w:rFonts w:ascii="Calibri" w:hAnsi="Calibri"/>
                <w:szCs w:val="20"/>
              </w:rPr>
              <w:t>-22</w:t>
            </w:r>
          </w:p>
        </w:tc>
      </w:tr>
      <w:tr w:rsidR="00B0293A" w:rsidRPr="00A33618" w14:paraId="5319267B" w14:textId="77777777" w:rsidTr="006E4AA5">
        <w:tc>
          <w:tcPr>
            <w:tcW w:w="5035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1906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7A25E43" w:rsidR="00B0293A" w:rsidRPr="00532E97" w:rsidRDefault="00CA757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A60A78">
              <w:rPr>
                <w:rFonts w:ascii="Calibri" w:hAnsi="Calibri"/>
                <w:szCs w:val="20"/>
              </w:rPr>
              <w:t>6</w:t>
            </w:r>
            <w:r w:rsidR="006B1137">
              <w:rPr>
                <w:rFonts w:ascii="Calibri" w:hAnsi="Calibri"/>
                <w:szCs w:val="20"/>
              </w:rPr>
              <w:t>-09-22</w:t>
            </w:r>
          </w:p>
        </w:tc>
      </w:tr>
      <w:tr w:rsidR="00B0293A" w:rsidRPr="00A33618" w14:paraId="603C6C3A" w14:textId="77777777" w:rsidTr="006E4AA5">
        <w:tc>
          <w:tcPr>
            <w:tcW w:w="5035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1906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591D5BD" w:rsidR="00B0293A" w:rsidRPr="00532E97" w:rsidRDefault="00B531A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A60A78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-09-22</w:t>
            </w:r>
          </w:p>
        </w:tc>
      </w:tr>
      <w:tr w:rsidR="00B0293A" w:rsidRPr="00A33618" w14:paraId="405F2EC0" w14:textId="77777777" w:rsidTr="006E4AA5">
        <w:tc>
          <w:tcPr>
            <w:tcW w:w="5035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1906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180898E" w:rsidR="00B0293A" w:rsidRPr="00532E97" w:rsidRDefault="00A60A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B531AA">
              <w:rPr>
                <w:rFonts w:ascii="Calibri" w:hAnsi="Calibri"/>
                <w:szCs w:val="20"/>
              </w:rPr>
              <w:t>-09-22</w:t>
            </w:r>
          </w:p>
        </w:tc>
      </w:tr>
      <w:tr w:rsidR="00B0293A" w:rsidRPr="00A33618" w14:paraId="169855ED" w14:textId="77777777" w:rsidTr="006E4AA5">
        <w:tc>
          <w:tcPr>
            <w:tcW w:w="5035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1906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9AC5E2A" w:rsidR="00B0293A" w:rsidRPr="00532E97" w:rsidRDefault="00A60A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934905">
              <w:rPr>
                <w:rFonts w:ascii="Calibri" w:hAnsi="Calibri"/>
                <w:szCs w:val="20"/>
              </w:rPr>
              <w:t>-</w:t>
            </w:r>
            <w:r>
              <w:rPr>
                <w:rFonts w:ascii="Calibri" w:hAnsi="Calibri"/>
                <w:szCs w:val="20"/>
              </w:rPr>
              <w:t>09</w:t>
            </w:r>
            <w:r w:rsidR="00B531AA">
              <w:rPr>
                <w:rFonts w:ascii="Calibri" w:hAnsi="Calibri"/>
                <w:szCs w:val="20"/>
              </w:rPr>
              <w:t>-22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D19D3" w14:textId="77777777" w:rsidR="008F0C6C" w:rsidRDefault="008F0C6C">
      <w:r>
        <w:separator/>
      </w:r>
    </w:p>
  </w:endnote>
  <w:endnote w:type="continuationSeparator" w:id="0">
    <w:p w14:paraId="1470D19B" w14:textId="77777777" w:rsidR="008F0C6C" w:rsidRDefault="008F0C6C">
      <w:r>
        <w:continuationSeparator/>
      </w:r>
    </w:p>
  </w:endnote>
  <w:endnote w:type="continuationNotice" w:id="1">
    <w:p w14:paraId="12EAFB53" w14:textId="77777777" w:rsidR="008F0C6C" w:rsidRDefault="008F0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43F292FB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34905" w:rsidRPr="0093490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34905" w:rsidRPr="0093490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9EBD12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0075E">
      <w:rPr>
        <w:noProof/>
      </w:rPr>
      <w:t>2022-08-29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5B7B1" w14:textId="77777777" w:rsidR="008F0C6C" w:rsidRDefault="008F0C6C">
      <w:r>
        <w:separator/>
      </w:r>
    </w:p>
  </w:footnote>
  <w:footnote w:type="continuationSeparator" w:id="0">
    <w:p w14:paraId="73EBE4D8" w14:textId="77777777" w:rsidR="008F0C6C" w:rsidRDefault="008F0C6C">
      <w:r>
        <w:continuationSeparator/>
      </w:r>
    </w:p>
  </w:footnote>
  <w:footnote w:type="continuationNotice" w:id="1">
    <w:p w14:paraId="79BBD4B8" w14:textId="77777777" w:rsidR="008F0C6C" w:rsidRDefault="008F0C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5503793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11829">
    <w:abstractNumId w:val="1"/>
  </w:num>
  <w:num w:numId="2" w16cid:durableId="77823699">
    <w:abstractNumId w:val="10"/>
  </w:num>
  <w:num w:numId="3" w16cid:durableId="1441727337">
    <w:abstractNumId w:val="11"/>
  </w:num>
  <w:num w:numId="4" w16cid:durableId="1404447664">
    <w:abstractNumId w:val="4"/>
  </w:num>
  <w:num w:numId="5" w16cid:durableId="1149251883">
    <w:abstractNumId w:val="3"/>
  </w:num>
  <w:num w:numId="6" w16cid:durableId="673075511">
    <w:abstractNumId w:val="7"/>
  </w:num>
  <w:num w:numId="7" w16cid:durableId="581911008">
    <w:abstractNumId w:val="5"/>
  </w:num>
  <w:num w:numId="8" w16cid:durableId="727261811">
    <w:abstractNumId w:val="9"/>
  </w:num>
  <w:num w:numId="9" w16cid:durableId="444889647">
    <w:abstractNumId w:val="0"/>
  </w:num>
  <w:num w:numId="10" w16cid:durableId="835681857">
    <w:abstractNumId w:val="8"/>
  </w:num>
  <w:num w:numId="11" w16cid:durableId="2101755244">
    <w:abstractNumId w:val="2"/>
  </w:num>
  <w:num w:numId="12" w16cid:durableId="200284801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2B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51F7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75E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85C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0F5C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137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4AA5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848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06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349E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3DA3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0C6C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4905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0A78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31AA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2B0F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577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2FE1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2EE4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6B3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11D7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9F4A57-EADA-4035-B770-CA9B722FAA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8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1362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3</cp:revision>
  <cp:lastPrinted>2022-07-25T22:49:00Z</cp:lastPrinted>
  <dcterms:created xsi:type="dcterms:W3CDTF">2022-08-22T23:43:00Z</dcterms:created>
  <dcterms:modified xsi:type="dcterms:W3CDTF">2022-08-29T01:58:00Z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